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C0AAD" w14:textId="26E19019" w:rsidR="005D769E" w:rsidRDefault="00C9089F">
      <w:pPr>
        <w:jc w:val="center"/>
        <w:rPr>
          <w:rFonts w:ascii="宋体" w:eastAsia="宋体" w:hAnsi="宋体" w:cs="宋体"/>
          <w:b/>
          <w:bCs/>
          <w:color w:val="00000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color w:val="000000"/>
          <w:sz w:val="36"/>
          <w:szCs w:val="36"/>
        </w:rPr>
        <w:t>昆明城市形象Logo征集活动登记表</w:t>
      </w:r>
    </w:p>
    <w:p w14:paraId="52C2883B" w14:textId="77777777" w:rsidR="005D769E" w:rsidRDefault="005D769E">
      <w:pPr>
        <w:jc w:val="center"/>
        <w:rPr>
          <w:rFonts w:ascii="宋体" w:eastAsia="宋体" w:hAnsi="宋体" w:cs="宋体"/>
          <w:b/>
          <w:bCs/>
          <w:color w:val="000000"/>
          <w:sz w:val="36"/>
          <w:szCs w:val="36"/>
        </w:rPr>
      </w:pPr>
    </w:p>
    <w:tbl>
      <w:tblPr>
        <w:tblStyle w:val="a3"/>
        <w:tblW w:w="9194" w:type="dxa"/>
        <w:tblLayout w:type="fixed"/>
        <w:tblLook w:val="04A0" w:firstRow="1" w:lastRow="0" w:firstColumn="1" w:lastColumn="0" w:noHBand="0" w:noVBand="1"/>
      </w:tblPr>
      <w:tblGrid>
        <w:gridCol w:w="2177"/>
        <w:gridCol w:w="2327"/>
        <w:gridCol w:w="1110"/>
        <w:gridCol w:w="3580"/>
      </w:tblGrid>
      <w:tr w:rsidR="005D769E" w14:paraId="2804278E" w14:textId="77777777" w:rsidTr="00FA3EDF">
        <w:trPr>
          <w:trHeight w:val="589"/>
        </w:trPr>
        <w:tc>
          <w:tcPr>
            <w:tcW w:w="2177" w:type="dxa"/>
            <w:vAlign w:val="center"/>
          </w:tcPr>
          <w:p w14:paraId="0BF1232B" w14:textId="77777777" w:rsidR="005D769E" w:rsidRDefault="00C9089F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作者姓名</w:t>
            </w:r>
          </w:p>
        </w:tc>
        <w:tc>
          <w:tcPr>
            <w:tcW w:w="2327" w:type="dxa"/>
            <w:vAlign w:val="center"/>
          </w:tcPr>
          <w:p w14:paraId="3CDED308" w14:textId="77777777" w:rsidR="005D769E" w:rsidRDefault="005D769E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4B52AC67" w14:textId="77777777" w:rsidR="005D769E" w:rsidRDefault="00C9089F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3580" w:type="dxa"/>
            <w:vAlign w:val="center"/>
          </w:tcPr>
          <w:p w14:paraId="3DACC4BC" w14:textId="77777777" w:rsidR="005D769E" w:rsidRDefault="005D769E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5D769E" w14:paraId="47B0AA9C" w14:textId="77777777" w:rsidTr="00FA3EDF">
        <w:trPr>
          <w:trHeight w:val="512"/>
        </w:trPr>
        <w:tc>
          <w:tcPr>
            <w:tcW w:w="2177" w:type="dxa"/>
            <w:vAlign w:val="center"/>
          </w:tcPr>
          <w:p w14:paraId="426E4276" w14:textId="77777777" w:rsidR="005D769E" w:rsidRDefault="00C9089F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联系地址</w:t>
            </w:r>
          </w:p>
        </w:tc>
        <w:tc>
          <w:tcPr>
            <w:tcW w:w="2327" w:type="dxa"/>
            <w:vAlign w:val="center"/>
          </w:tcPr>
          <w:p w14:paraId="1AF87479" w14:textId="77777777" w:rsidR="005D769E" w:rsidRDefault="005D769E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489903FF" w14:textId="77777777" w:rsidR="005D769E" w:rsidRDefault="00C9089F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3580" w:type="dxa"/>
            <w:vAlign w:val="center"/>
          </w:tcPr>
          <w:p w14:paraId="313B36C3" w14:textId="77777777" w:rsidR="005D769E" w:rsidRDefault="005D769E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5D769E" w14:paraId="599822AC" w14:textId="77777777" w:rsidTr="00FA3EDF">
        <w:trPr>
          <w:trHeight w:val="592"/>
        </w:trPr>
        <w:tc>
          <w:tcPr>
            <w:tcW w:w="2177" w:type="dxa"/>
            <w:vAlign w:val="center"/>
          </w:tcPr>
          <w:p w14:paraId="5F8DFF5B" w14:textId="77777777" w:rsidR="005D769E" w:rsidRDefault="00C9089F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327" w:type="dxa"/>
            <w:vAlign w:val="center"/>
          </w:tcPr>
          <w:p w14:paraId="658A3A58" w14:textId="77777777" w:rsidR="005D769E" w:rsidRDefault="005D769E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14:paraId="02ED3E94" w14:textId="77777777" w:rsidR="005D769E" w:rsidRDefault="00C9089F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邮箱</w:t>
            </w:r>
          </w:p>
        </w:tc>
        <w:tc>
          <w:tcPr>
            <w:tcW w:w="3580" w:type="dxa"/>
            <w:vAlign w:val="center"/>
          </w:tcPr>
          <w:p w14:paraId="628669DD" w14:textId="77777777" w:rsidR="005D769E" w:rsidRDefault="005D769E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FA3EDF" w14:paraId="2AA8A278" w14:textId="77777777" w:rsidTr="0002007D">
        <w:trPr>
          <w:trHeight w:val="592"/>
        </w:trPr>
        <w:tc>
          <w:tcPr>
            <w:tcW w:w="9194" w:type="dxa"/>
            <w:gridSpan w:val="4"/>
            <w:vAlign w:val="center"/>
          </w:tcPr>
          <w:p w14:paraId="490A493E" w14:textId="5F1C9CFF" w:rsidR="00FA3EDF" w:rsidRDefault="00FA3EDF" w:rsidP="00FA3EDF">
            <w:pPr>
              <w:jc w:val="left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 w:rsidRPr="00FA3EDF"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本人承诺：应征作品如涉及著作权、版权纠纷等法律问题，由本人负责。所有应征作品不得侵犯他人知识产权，由此引发的纠纷，其法律和民事责任均由本人承担。</w:t>
            </w:r>
          </w:p>
        </w:tc>
      </w:tr>
      <w:tr w:rsidR="005D769E" w14:paraId="20C6F8AA" w14:textId="77777777">
        <w:trPr>
          <w:trHeight w:val="2452"/>
        </w:trPr>
        <w:tc>
          <w:tcPr>
            <w:tcW w:w="2177" w:type="dxa"/>
            <w:vAlign w:val="center"/>
          </w:tcPr>
          <w:p w14:paraId="3C76F3BB" w14:textId="77777777" w:rsidR="005D769E" w:rsidRDefault="00C9089F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作品内容</w:t>
            </w:r>
          </w:p>
        </w:tc>
        <w:tc>
          <w:tcPr>
            <w:tcW w:w="7017" w:type="dxa"/>
            <w:gridSpan w:val="3"/>
            <w:vAlign w:val="center"/>
          </w:tcPr>
          <w:p w14:paraId="3A711F35" w14:textId="77777777" w:rsidR="005D769E" w:rsidRDefault="00C9089F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（可以附件形式提交）</w:t>
            </w:r>
          </w:p>
        </w:tc>
      </w:tr>
      <w:tr w:rsidR="005D769E" w14:paraId="20D1DCC3" w14:textId="77777777">
        <w:trPr>
          <w:trHeight w:val="5403"/>
        </w:trPr>
        <w:tc>
          <w:tcPr>
            <w:tcW w:w="2177" w:type="dxa"/>
            <w:vAlign w:val="center"/>
          </w:tcPr>
          <w:p w14:paraId="0C3E6562" w14:textId="77777777" w:rsidR="005D769E" w:rsidRDefault="00C9089F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作品说明</w:t>
            </w:r>
          </w:p>
          <w:p w14:paraId="50C408FD" w14:textId="64C9FC0F" w:rsidR="005D769E" w:rsidRDefault="00C9089F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（</w:t>
            </w:r>
            <w:r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  <w:t>2</w:t>
            </w: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00字以内）</w:t>
            </w:r>
          </w:p>
        </w:tc>
        <w:tc>
          <w:tcPr>
            <w:tcW w:w="7017" w:type="dxa"/>
            <w:gridSpan w:val="3"/>
            <w:vAlign w:val="center"/>
          </w:tcPr>
          <w:p w14:paraId="0B99A815" w14:textId="77777777" w:rsidR="005D769E" w:rsidRDefault="005D769E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</w:tbl>
    <w:p w14:paraId="2E0EE1FC" w14:textId="77777777" w:rsidR="005D769E" w:rsidRDefault="005D769E"/>
    <w:sectPr w:rsidR="005D76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B794A" w14:textId="77777777" w:rsidR="00C9089F" w:rsidRDefault="00C9089F" w:rsidP="00C9089F">
      <w:r>
        <w:separator/>
      </w:r>
    </w:p>
  </w:endnote>
  <w:endnote w:type="continuationSeparator" w:id="0">
    <w:p w14:paraId="438D96B5" w14:textId="77777777" w:rsidR="00C9089F" w:rsidRDefault="00C9089F" w:rsidP="00C9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03C6B" w14:textId="77777777" w:rsidR="00C9089F" w:rsidRDefault="00C9089F" w:rsidP="00C9089F">
      <w:r>
        <w:separator/>
      </w:r>
    </w:p>
  </w:footnote>
  <w:footnote w:type="continuationSeparator" w:id="0">
    <w:p w14:paraId="15AE2758" w14:textId="77777777" w:rsidR="00C9089F" w:rsidRDefault="00C9089F" w:rsidP="00C908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A0112CA"/>
    <w:rsid w:val="005D769E"/>
    <w:rsid w:val="00C9089F"/>
    <w:rsid w:val="00FA3EDF"/>
    <w:rsid w:val="5A0112C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A699B2"/>
  <w15:docId w15:val="{016B81E8-8170-4E92-BBAE-8ADCD5EC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908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9089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C908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9089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hwsc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</Pages>
  <Words>128</Words>
  <Characters>32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黄晓芸</dc:creator>
  <cp:lastModifiedBy>yang jikun</cp:lastModifiedBy>
  <cp:revision>3</cp:revision>
  <dcterms:created xsi:type="dcterms:W3CDTF">2022-08-15T09:17:00Z</dcterms:created>
  <dcterms:modified xsi:type="dcterms:W3CDTF">2022-08-31T12:59:00Z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